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2B799" w14:textId="77777777" w:rsidR="00617245" w:rsidRDefault="00617245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A17B5B" wp14:editId="06061C04">
                <wp:simplePos x="0" y="0"/>
                <wp:positionH relativeFrom="column">
                  <wp:posOffset>-706120</wp:posOffset>
                </wp:positionH>
                <wp:positionV relativeFrom="paragraph">
                  <wp:posOffset>204470</wp:posOffset>
                </wp:positionV>
                <wp:extent cx="7036435" cy="75291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6435" cy="75291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359"/>
                              <w:gridCol w:w="1484"/>
                              <w:gridCol w:w="1321"/>
                              <w:gridCol w:w="1321"/>
                              <w:gridCol w:w="1322"/>
                              <w:gridCol w:w="1322"/>
                              <w:gridCol w:w="1321"/>
                              <w:gridCol w:w="1321"/>
                            </w:tblGrid>
                            <w:tr w:rsidR="00146D12" w14:paraId="6BC93A57" w14:textId="77777777" w:rsidTr="00146D12">
                              <w:trPr>
                                <w:cantSplit/>
                                <w:trHeight w:val="1408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14:paraId="55F299CC" w14:textId="77777777" w:rsidR="00146D12" w:rsidRPr="00CD7F99" w:rsidRDefault="00146D12" w:rsidP="00CD7F99">
                                  <w:pPr>
                                    <w:ind w:left="113" w:right="113"/>
                                    <w:jc w:val="center"/>
                                    <w:rPr>
                                      <w:color w:val="0000FF"/>
                                    </w:rPr>
                                  </w:pPr>
                                  <w:r w:rsidRPr="00CD7F99">
                                    <w:rPr>
                                      <w:color w:val="0000FF"/>
                                    </w:rPr>
                                    <w:t xml:space="preserve">Studio </w:t>
                                  </w:r>
                                  <w:proofErr w:type="gramStart"/>
                                  <w:r w:rsidRPr="00CD7F99">
                                    <w:rPr>
                                      <w:color w:val="0000FF"/>
                                    </w:rPr>
                                    <w:t xml:space="preserve">Habits   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vAlign w:val="center"/>
                                </w:tcPr>
                                <w:p w14:paraId="5702FE2D" w14:textId="77777777" w:rsidR="00716678" w:rsidRDefault="00146D12" w:rsidP="002A631E">
                                  <w:pPr>
                                    <w:jc w:val="center"/>
                                    <w:rPr>
                                      <w:color w:val="800000"/>
                                      <w:sz w:val="28"/>
                                      <w:szCs w:val="2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800000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proofErr w:type="gramEnd"/>
                                  <w:r>
                                    <w:rPr>
                                      <w:color w:val="800000"/>
                                      <w:sz w:val="28"/>
                                      <w:szCs w:val="28"/>
                                    </w:rPr>
                                    <w:t>/</w:t>
                                  </w:r>
                                  <w:r w:rsidR="00716678">
                                    <w:rPr>
                                      <w:color w:val="800000"/>
                                      <w:sz w:val="28"/>
                                      <w:szCs w:val="28"/>
                                    </w:rPr>
                                    <w:t>60</w:t>
                                  </w:r>
                                </w:p>
                                <w:p w14:paraId="28DDE0BC" w14:textId="77777777" w:rsidR="00146D12" w:rsidRPr="00CD7F99" w:rsidRDefault="00146D12" w:rsidP="002A631E">
                                  <w:pPr>
                                    <w:jc w:val="center"/>
                                    <w:rPr>
                                      <w:color w:val="80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630364B6" w14:textId="77777777" w:rsidR="00146D12" w:rsidRPr="0074205B" w:rsidRDefault="00146D12" w:rsidP="00CD7F9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have integrated this habit beyond the scope of the project's objectives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43B80D9" w14:textId="77777777" w:rsidR="00146D12" w:rsidRPr="0074205B" w:rsidRDefault="00146D12" w:rsidP="002C282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have fully demonstrated this habit in your work.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49CAB96E" w14:textId="77777777" w:rsidR="00146D12" w:rsidRPr="0074205B" w:rsidRDefault="00146D12" w:rsidP="00146D1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have mostly demonstrated this habit in your work.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01389E6F" w14:textId="77777777" w:rsidR="00146D12" w:rsidRPr="0074205B" w:rsidRDefault="00146D12" w:rsidP="002C282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have partially demonstrated this habit in your work.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422CA42" w14:textId="77777777" w:rsidR="00146D12" w:rsidRPr="0074205B" w:rsidRDefault="00146D12" w:rsidP="002C282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you are just beginning to demonstrate this habit in your work.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75B6402F" w14:textId="77777777" w:rsidR="00146D12" w:rsidRPr="0074205B" w:rsidRDefault="00146D12" w:rsidP="00CD7F9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 portfolio shows no evidence of this habit</w:t>
                                  </w:r>
                                </w:p>
                              </w:tc>
                            </w:tr>
                            <w:tr w:rsidR="00146D12" w14:paraId="0FC94DA0" w14:textId="77777777" w:rsidTr="00716678">
                              <w:trPr>
                                <w:cantSplit/>
                                <w:trHeight w:val="113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14:paraId="21D011C5" w14:textId="77777777" w:rsidR="00146D12" w:rsidRPr="0074205B" w:rsidRDefault="00146D12" w:rsidP="00CD7F9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FBD4B4" w:themeFill="accent6" w:themeFillTint="66"/>
                                </w:tcPr>
                                <w:p w14:paraId="46467747" w14:textId="77777777" w:rsidR="00146D12" w:rsidRPr="0074205B" w:rsidRDefault="00146D12" w:rsidP="0061724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artwork shows a developed skill with the </w:t>
                                  </w:r>
                                  <w:r w:rsidR="00617245">
                                    <w:rPr>
                                      <w:sz w:val="16"/>
                                      <w:szCs w:val="16"/>
                                    </w:rPr>
                                    <w:t>painting techniques we learned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85AA7ED" w14:textId="77777777" w:rsidR="00146D12" w:rsidRDefault="00146D12" w:rsidP="00CD7F9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8E8ED5C" w14:textId="77777777" w:rsidR="00146D12" w:rsidRDefault="00146D12" w:rsidP="00CD7F9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4AE6E073" w14:textId="77777777" w:rsidR="00146D12" w:rsidRDefault="00716678" w:rsidP="00716678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163D898D" w14:textId="77777777" w:rsidR="00146D12" w:rsidRDefault="00146D12" w:rsidP="00CD7F9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1D29DAB" w14:textId="77777777" w:rsidR="00146D12" w:rsidRDefault="00716678" w:rsidP="00CD7F99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7F792D9" w14:textId="77777777" w:rsidR="00146D12" w:rsidRDefault="00716678" w:rsidP="00CD7F9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716678" w14:paraId="350D390A" w14:textId="77777777" w:rsidTr="00716678">
                              <w:trPr>
                                <w:cantSplit/>
                                <w:trHeight w:val="113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14:paraId="38B3AED8" w14:textId="77777777" w:rsidR="00716678" w:rsidRPr="0074205B" w:rsidRDefault="00716678" w:rsidP="002A631E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B6DDE8" w:themeFill="accent5" w:themeFillTint="66"/>
                                </w:tcPr>
                                <w:p w14:paraId="60476564" w14:textId="77777777" w:rsidR="00716678" w:rsidRPr="0074205B" w:rsidRDefault="00716678" w:rsidP="002A631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2E098DC3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F9042EA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1C63D304" w14:textId="77777777" w:rsidR="00716678" w:rsidRDefault="00716678" w:rsidP="00716678">
                                  <w:pPr>
                                    <w:jc w:val="center"/>
                                  </w:pPr>
                                  <w:r w:rsidRPr="00922FBA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3CA30949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5A7FE46" w14:textId="77777777" w:rsidR="00716678" w:rsidRDefault="00716678" w:rsidP="00716678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28D2AB95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716678" w14:paraId="3EA436A6" w14:textId="77777777" w:rsidTr="00716678">
                              <w:trPr>
                                <w:cantSplit/>
                                <w:trHeight w:val="113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14:paraId="5751FA2A" w14:textId="77777777" w:rsidR="00716678" w:rsidRPr="0074205B" w:rsidRDefault="00716678" w:rsidP="002A631E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EF70CAC" w14:textId="77777777" w:rsidR="00716678" w:rsidRPr="0074205B" w:rsidRDefault="00716678" w:rsidP="002A631E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14:paraId="66AE2682" w14:textId="77777777" w:rsidR="00716678" w:rsidRPr="0074205B" w:rsidRDefault="00716678" w:rsidP="002A631E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CCC0D9" w:themeFill="accent4" w:themeFillTint="66"/>
                                </w:tcPr>
                                <w:p w14:paraId="4208252A" w14:textId="77777777" w:rsidR="00716678" w:rsidRPr="0074205B" w:rsidRDefault="00716678" w:rsidP="002A631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A30BC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you found a unique and personal visual solution that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D86913A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E7E3729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0B16F89D" w14:textId="77777777" w:rsidR="00716678" w:rsidRDefault="00716678" w:rsidP="00716678">
                                  <w:pPr>
                                    <w:jc w:val="center"/>
                                  </w:pPr>
                                  <w:r w:rsidRPr="00922FBA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0B4C54EA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A623920" w14:textId="77777777" w:rsidR="00716678" w:rsidRDefault="00716678" w:rsidP="00716678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536493A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716678" w14:paraId="218600DA" w14:textId="77777777" w:rsidTr="00716678">
                              <w:trPr>
                                <w:cantSplit/>
                                <w:trHeight w:val="113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14:paraId="3CD14C75" w14:textId="77777777" w:rsidR="00716678" w:rsidRPr="0074205B" w:rsidRDefault="00716678" w:rsidP="002A631E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46EE94A" w14:textId="77777777" w:rsidR="00716678" w:rsidRPr="0074205B" w:rsidRDefault="00716678" w:rsidP="002A631E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14:paraId="6DF88BFB" w14:textId="77777777" w:rsidR="00716678" w:rsidRPr="0074205B" w:rsidRDefault="00716678" w:rsidP="002A631E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D6E3BC" w:themeFill="accent3" w:themeFillTint="66"/>
                                </w:tcPr>
                                <w:p w14:paraId="731EFCB0" w14:textId="77777777" w:rsidR="00716678" w:rsidRPr="0074205B" w:rsidRDefault="00716678" w:rsidP="002A631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6D0EA58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7BAF5EE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7A797BA2" w14:textId="77777777" w:rsidR="00716678" w:rsidRDefault="00716678" w:rsidP="00716678">
                                  <w:pPr>
                                    <w:jc w:val="center"/>
                                  </w:pPr>
                                  <w:r w:rsidRPr="00922FBA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2188DD54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A9FB383" w14:textId="77777777" w:rsidR="00716678" w:rsidRDefault="00716678" w:rsidP="00716678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BB673D1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716678" w14:paraId="70439075" w14:textId="77777777" w:rsidTr="00716678">
                              <w:trPr>
                                <w:cantSplit/>
                                <w:trHeight w:val="126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14:paraId="2CDB82A3" w14:textId="77777777" w:rsidR="00716678" w:rsidRPr="0074205B" w:rsidRDefault="00716678" w:rsidP="00CD7F9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E5B8B7" w:themeFill="accent2" w:themeFillTint="66"/>
                                </w:tcPr>
                                <w:p w14:paraId="7C2F8014" w14:textId="77777777" w:rsidR="00716678" w:rsidRPr="0074205B" w:rsidRDefault="00716678" w:rsidP="00CD7F9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5516970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F46D65C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3B9A7E1C" w14:textId="77777777" w:rsidR="00716678" w:rsidRDefault="00716678" w:rsidP="00716678">
                                  <w:pPr>
                                    <w:jc w:val="center"/>
                                  </w:pPr>
                                  <w:r w:rsidRPr="00922FBA"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30E4C739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3BBA162" w14:textId="77777777" w:rsidR="00716678" w:rsidRDefault="00716678" w:rsidP="00716678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602B17F9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716678" w14:paraId="22F83D9C" w14:textId="77777777" w:rsidTr="00716678">
                              <w:trPr>
                                <w:cantSplit/>
                                <w:trHeight w:val="1264"/>
                                <w:jc w:val="center"/>
                              </w:trPr>
                              <w:tc>
                                <w:tcPr>
                                  <w:tcW w:w="817" w:type="dxa"/>
                                  <w:shd w:val="clear" w:color="auto" w:fill="B8CCE4" w:themeFill="accent1" w:themeFillTint="66"/>
                                  <w:textDirection w:val="btLr"/>
                                  <w:vAlign w:val="center"/>
                                </w:tcPr>
                                <w:p w14:paraId="6B09D302" w14:textId="77777777" w:rsidR="00716678" w:rsidRPr="0074205B" w:rsidRDefault="00716678" w:rsidP="00CD7F99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gridSpan w:val="2"/>
                                  <w:shd w:val="clear" w:color="auto" w:fill="95B3D7" w:themeFill="accent1" w:themeFillTint="99"/>
                                </w:tcPr>
                                <w:p w14:paraId="72F0F354" w14:textId="77777777" w:rsidR="00716678" w:rsidRPr="0074205B" w:rsidRDefault="00716678" w:rsidP="00A30BC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Your response shows a clear understanding </w:t>
                                  </w: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of  how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your artwork works visually and </w:t>
                                  </w:r>
                                  <w:r w:rsidRPr="00A30BC1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how it fits in with the theme of the project.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20B3C43F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B7C5990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5C84B763" w14:textId="77777777" w:rsidR="00716678" w:rsidRDefault="00716678" w:rsidP="00716678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6A7C3524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A0FA0A9" w14:textId="77777777" w:rsidR="00716678" w:rsidRDefault="00716678" w:rsidP="00716678">
                                  <w:pPr>
                                    <w:jc w:val="center"/>
                                  </w:pPr>
                                  <w:r w:rsidRPr="00BC0E31"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4935388" w14:textId="77777777" w:rsidR="00716678" w:rsidRDefault="00716678" w:rsidP="00CD7F99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</w:tr>
                            <w:tr w:rsidR="00716678" w14:paraId="2BD720F7" w14:textId="77777777" w:rsidTr="00716678">
                              <w:trPr>
                                <w:cantSplit/>
                                <w:trHeight w:val="1264"/>
                                <w:jc w:val="center"/>
                              </w:trPr>
                              <w:tc>
                                <w:tcPr>
                                  <w:tcW w:w="1176" w:type="dxa"/>
                                  <w:gridSpan w:val="2"/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28603BCD" w14:textId="77777777" w:rsidR="00716678" w:rsidRPr="00716678" w:rsidRDefault="00716678" w:rsidP="0071667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What does it mean to </w:t>
                                  </w:r>
                                  <w:proofErr w:type="gramStart"/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>have ...</w:t>
                                  </w:r>
                                  <w:proofErr w:type="gramEnd"/>
                                </w:p>
                                <w:p w14:paraId="0EE2EECF" w14:textId="77777777" w:rsidR="00716678" w:rsidRPr="00716678" w:rsidRDefault="00716678" w:rsidP="0071667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2" w:type="dxa"/>
                                  <w:gridSpan w:val="7"/>
                                  <w:shd w:val="clear" w:color="auto" w:fill="D9D9D9" w:themeFill="background1" w:themeFillShade="D9"/>
                                </w:tcPr>
                                <w:p w14:paraId="32F02BAE" w14:textId="77777777" w:rsidR="00716678" w:rsidRPr="00716678" w:rsidRDefault="00716678" w:rsidP="00280CDB">
                                  <w:pP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2C879B1" w14:textId="77777777" w:rsidR="00716678" w:rsidRPr="00716678" w:rsidRDefault="00716678" w:rsidP="00280CD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integrated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this habit = 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>effective, assured, accomplished, challenges and extends personal boundaries</w:t>
                                  </w:r>
                                </w:p>
                                <w:p w14:paraId="1FF16015" w14:textId="77777777" w:rsidR="00716678" w:rsidRPr="00716678" w:rsidRDefault="00716678" w:rsidP="00280CD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fully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demonstrated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= thoughtful, informed, confident, displays self-directed and independent judgment</w:t>
                                  </w:r>
                                </w:p>
                                <w:p w14:paraId="09FFC4DF" w14:textId="77777777" w:rsidR="00716678" w:rsidRPr="00716678" w:rsidRDefault="00716678" w:rsidP="00280CDB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mostly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demonstrated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= emerging, increasingly, shows some self direction</w:t>
                                  </w:r>
                                </w:p>
                                <w:p w14:paraId="34305E2D" w14:textId="77777777" w:rsidR="00716678" w:rsidRPr="00716678" w:rsidRDefault="00716678" w:rsidP="00716678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partially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demonstrated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= </w:t>
                                  </w:r>
                                  <w:r w:rsidR="00575221">
                                    <w:rPr>
                                      <w:sz w:val="16"/>
                                      <w:szCs w:val="16"/>
                                    </w:rPr>
                                    <w:t>somewhat,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developing, </w:t>
                                  </w:r>
                                  <w:r w:rsidR="00575221">
                                    <w:rPr>
                                      <w:sz w:val="16"/>
                                      <w:szCs w:val="16"/>
                                    </w:rPr>
                                    <w:t>occasionally shows</w:t>
                                  </w:r>
                                </w:p>
                                <w:p w14:paraId="3E99C2E8" w14:textId="77777777" w:rsidR="00716678" w:rsidRPr="00716678" w:rsidRDefault="00716678" w:rsidP="00575221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just</w:t>
                                  </w:r>
                                  <w:proofErr w:type="gramEnd"/>
                                  <w:r w:rsidRPr="0071667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beginning to demonstrate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= attempts, some, unresolved, </w:t>
                                  </w:r>
                                  <w:r w:rsidR="00575221">
                                    <w:rPr>
                                      <w:sz w:val="16"/>
                                      <w:szCs w:val="16"/>
                                    </w:rPr>
                                    <w:t>starting</w:t>
                                  </w:r>
                                  <w:r w:rsidRPr="00716678">
                                    <w:rPr>
                                      <w:sz w:val="16"/>
                                      <w:szCs w:val="16"/>
                                    </w:rPr>
                                    <w:t xml:space="preserve"> to show</w:t>
                                  </w:r>
                                </w:p>
                              </w:tc>
                            </w:tr>
                          </w:tbl>
                          <w:p w14:paraId="77185FAC" w14:textId="77777777" w:rsidR="00146D12" w:rsidRDefault="00146D12" w:rsidP="00CD7F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5.55pt;margin-top:16.1pt;width:554.05pt;height:59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359"/>
                        <w:gridCol w:w="1484"/>
                        <w:gridCol w:w="1321"/>
                        <w:gridCol w:w="1321"/>
                        <w:gridCol w:w="1322"/>
                        <w:gridCol w:w="1322"/>
                        <w:gridCol w:w="1321"/>
                        <w:gridCol w:w="1321"/>
                      </w:tblGrid>
                      <w:tr w:rsidR="00146D12" w14:paraId="6BC93A57" w14:textId="77777777" w:rsidTr="00146D12">
                        <w:trPr>
                          <w:cantSplit/>
                          <w:trHeight w:val="1408"/>
                          <w:jc w:val="center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14:paraId="55F299CC" w14:textId="77777777" w:rsidR="00146D12" w:rsidRPr="00CD7F99" w:rsidRDefault="00146D12" w:rsidP="00CD7F99">
                            <w:pPr>
                              <w:ind w:left="113" w:right="113"/>
                              <w:jc w:val="center"/>
                              <w:rPr>
                                <w:color w:val="0000FF"/>
                              </w:rPr>
                            </w:pPr>
                            <w:r w:rsidRPr="00CD7F99">
                              <w:rPr>
                                <w:color w:val="0000FF"/>
                              </w:rPr>
                              <w:t xml:space="preserve">Studio </w:t>
                            </w:r>
                            <w:proofErr w:type="gramStart"/>
                            <w:r w:rsidRPr="00CD7F99">
                              <w:rPr>
                                <w:color w:val="0000FF"/>
                              </w:rPr>
                              <w:t xml:space="preserve">Habits   </w:t>
                            </w:r>
                            <w:proofErr w:type="gramEnd"/>
                          </w:p>
                        </w:tc>
                        <w:tc>
                          <w:tcPr>
                            <w:tcW w:w="1843" w:type="dxa"/>
                            <w:gridSpan w:val="2"/>
                            <w:vAlign w:val="center"/>
                          </w:tcPr>
                          <w:p w14:paraId="5702FE2D" w14:textId="77777777" w:rsidR="00716678" w:rsidRDefault="00146D12" w:rsidP="002A631E">
                            <w:pPr>
                              <w:jc w:val="center"/>
                              <w:rPr>
                                <w:color w:val="8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800000"/>
                                <w:sz w:val="28"/>
                                <w:szCs w:val="28"/>
                              </w:rPr>
                              <w:t>x</w:t>
                            </w:r>
                            <w:proofErr w:type="gramEnd"/>
                            <w:r>
                              <w:rPr>
                                <w:color w:val="800000"/>
                                <w:sz w:val="28"/>
                                <w:szCs w:val="28"/>
                              </w:rPr>
                              <w:t>/</w:t>
                            </w:r>
                            <w:r w:rsidR="00716678">
                              <w:rPr>
                                <w:color w:val="800000"/>
                                <w:sz w:val="28"/>
                                <w:szCs w:val="28"/>
                              </w:rPr>
                              <w:t>60</w:t>
                            </w:r>
                          </w:p>
                          <w:p w14:paraId="28DDE0BC" w14:textId="77777777" w:rsidR="00146D12" w:rsidRPr="00CD7F99" w:rsidRDefault="00146D12" w:rsidP="002A631E">
                            <w:pPr>
                              <w:jc w:val="center"/>
                              <w:rPr>
                                <w:color w:val="80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630364B6" w14:textId="77777777" w:rsidR="00146D12" w:rsidRPr="0074205B" w:rsidRDefault="00146D12" w:rsidP="00CD7F9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you have integrated this habit beyond the scope of the project's objectives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43B80D9" w14:textId="77777777" w:rsidR="00146D12" w:rsidRPr="0074205B" w:rsidRDefault="00146D12" w:rsidP="002C28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you have fully demonstrated this habit in your work.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49CAB96E" w14:textId="77777777" w:rsidR="00146D12" w:rsidRPr="0074205B" w:rsidRDefault="00146D12" w:rsidP="00146D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you have mostly demonstrated this habit in your work.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01389E6F" w14:textId="77777777" w:rsidR="00146D12" w:rsidRPr="0074205B" w:rsidRDefault="00146D12" w:rsidP="002C28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Your portfolio shows you have partially demonstrated this habit in your work.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422CA42" w14:textId="77777777" w:rsidR="00146D12" w:rsidRPr="0074205B" w:rsidRDefault="00146D12" w:rsidP="002C28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you are just beginning to demonstrate this habit in your work.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75B6402F" w14:textId="77777777" w:rsidR="00146D12" w:rsidRPr="0074205B" w:rsidRDefault="00146D12" w:rsidP="00CD7F9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Your portfolio shows no evidence of this habit</w:t>
                            </w:r>
                          </w:p>
                        </w:tc>
                      </w:tr>
                      <w:tr w:rsidR="00146D12" w14:paraId="0FC94DA0" w14:textId="77777777" w:rsidTr="00716678">
                        <w:trPr>
                          <w:cantSplit/>
                          <w:trHeight w:val="113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14:paraId="21D011C5" w14:textId="77777777" w:rsidR="00146D12" w:rsidRPr="0074205B" w:rsidRDefault="00146D12" w:rsidP="00CD7F9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FBD4B4" w:themeFill="accent6" w:themeFillTint="66"/>
                          </w:tcPr>
                          <w:p w14:paraId="46467747" w14:textId="77777777" w:rsidR="00146D12" w:rsidRPr="0074205B" w:rsidRDefault="00146D12" w:rsidP="0061724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artwork shows a developed skill with the </w:t>
                            </w:r>
                            <w:r w:rsidR="00617245">
                              <w:rPr>
                                <w:sz w:val="16"/>
                                <w:szCs w:val="16"/>
                              </w:rPr>
                              <w:t>painting techniques we learned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85AA7ED" w14:textId="77777777" w:rsidR="00146D12" w:rsidRDefault="00146D12" w:rsidP="00CD7F9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8E8ED5C" w14:textId="77777777" w:rsidR="00146D12" w:rsidRDefault="00146D12" w:rsidP="00CD7F9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4AE6E073" w14:textId="77777777" w:rsidR="00146D12" w:rsidRDefault="00716678" w:rsidP="00716678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163D898D" w14:textId="77777777" w:rsidR="00146D12" w:rsidRDefault="00146D12" w:rsidP="00CD7F9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1D29DAB" w14:textId="77777777" w:rsidR="00146D12" w:rsidRDefault="00716678" w:rsidP="00CD7F99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7F792D9" w14:textId="77777777" w:rsidR="00146D12" w:rsidRDefault="00716678" w:rsidP="00CD7F9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716678" w14:paraId="350D390A" w14:textId="77777777" w:rsidTr="00716678">
                        <w:trPr>
                          <w:cantSplit/>
                          <w:trHeight w:val="113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14:paraId="38B3AED8" w14:textId="77777777" w:rsidR="00716678" w:rsidRPr="0074205B" w:rsidRDefault="00716678" w:rsidP="002A631E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B6DDE8" w:themeFill="accent5" w:themeFillTint="66"/>
                          </w:tcPr>
                          <w:p w14:paraId="60476564" w14:textId="77777777" w:rsidR="00716678" w:rsidRPr="0074205B" w:rsidRDefault="00716678" w:rsidP="002A631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2E098DC3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F9042EA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1C63D304" w14:textId="77777777" w:rsidR="00716678" w:rsidRDefault="00716678" w:rsidP="00716678">
                            <w:pPr>
                              <w:jc w:val="center"/>
                            </w:pPr>
                            <w:r w:rsidRPr="00922FBA"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3CA30949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5A7FE46" w14:textId="77777777" w:rsidR="00716678" w:rsidRDefault="00716678" w:rsidP="00716678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28D2AB95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716678" w14:paraId="3EA436A6" w14:textId="77777777" w:rsidTr="00716678">
                        <w:trPr>
                          <w:cantSplit/>
                          <w:trHeight w:val="113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14:paraId="5751FA2A" w14:textId="77777777" w:rsidR="00716678" w:rsidRPr="0074205B" w:rsidRDefault="00716678" w:rsidP="002A631E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7EF70CAC" w14:textId="77777777" w:rsidR="00716678" w:rsidRPr="0074205B" w:rsidRDefault="00716678" w:rsidP="002A631E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14:paraId="66AE2682" w14:textId="77777777" w:rsidR="00716678" w:rsidRPr="0074205B" w:rsidRDefault="00716678" w:rsidP="002A631E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CCC0D9" w:themeFill="accent4" w:themeFillTint="66"/>
                          </w:tcPr>
                          <w:p w14:paraId="4208252A" w14:textId="77777777" w:rsidR="00716678" w:rsidRPr="0074205B" w:rsidRDefault="00716678" w:rsidP="002A631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A30BC1">
                              <w:rPr>
                                <w:b/>
                                <w:sz w:val="16"/>
                                <w:szCs w:val="16"/>
                              </w:rPr>
                              <w:t>you found a unique and personal visual solution that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D86913A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E7E3729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0B16F89D" w14:textId="77777777" w:rsidR="00716678" w:rsidRDefault="00716678" w:rsidP="00716678">
                            <w:pPr>
                              <w:jc w:val="center"/>
                            </w:pPr>
                            <w:r w:rsidRPr="00922FBA"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0B4C54EA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A623920" w14:textId="77777777" w:rsidR="00716678" w:rsidRDefault="00716678" w:rsidP="00716678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536493A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716678" w14:paraId="218600DA" w14:textId="77777777" w:rsidTr="00716678">
                        <w:trPr>
                          <w:cantSplit/>
                          <w:trHeight w:val="113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14:paraId="3CD14C75" w14:textId="77777777" w:rsidR="00716678" w:rsidRPr="0074205B" w:rsidRDefault="00716678" w:rsidP="002A631E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46EE94A" w14:textId="77777777" w:rsidR="00716678" w:rsidRPr="0074205B" w:rsidRDefault="00716678" w:rsidP="002A631E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14:paraId="6DF88BFB" w14:textId="77777777" w:rsidR="00716678" w:rsidRPr="0074205B" w:rsidRDefault="00716678" w:rsidP="002A631E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D6E3BC" w:themeFill="accent3" w:themeFillTint="66"/>
                          </w:tcPr>
                          <w:p w14:paraId="731EFCB0" w14:textId="77777777" w:rsidR="00716678" w:rsidRPr="0074205B" w:rsidRDefault="00716678" w:rsidP="002A631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6D0EA58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7BAF5EE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7A797BA2" w14:textId="77777777" w:rsidR="00716678" w:rsidRDefault="00716678" w:rsidP="00716678">
                            <w:pPr>
                              <w:jc w:val="center"/>
                            </w:pPr>
                            <w:r w:rsidRPr="00922FBA"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2188DD54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A9FB383" w14:textId="77777777" w:rsidR="00716678" w:rsidRDefault="00716678" w:rsidP="00716678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BB673D1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716678" w14:paraId="70439075" w14:textId="77777777" w:rsidTr="00716678">
                        <w:trPr>
                          <w:cantSplit/>
                          <w:trHeight w:val="126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14:paraId="2CDB82A3" w14:textId="77777777" w:rsidR="00716678" w:rsidRPr="0074205B" w:rsidRDefault="00716678" w:rsidP="00CD7F9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E5B8B7" w:themeFill="accent2" w:themeFillTint="66"/>
                          </w:tcPr>
                          <w:p w14:paraId="7C2F8014" w14:textId="77777777" w:rsidR="00716678" w:rsidRPr="0074205B" w:rsidRDefault="00716678" w:rsidP="00CD7F9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5516970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F46D65C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3B9A7E1C" w14:textId="77777777" w:rsidR="00716678" w:rsidRDefault="00716678" w:rsidP="00716678">
                            <w:pPr>
                              <w:jc w:val="center"/>
                            </w:pPr>
                            <w:r w:rsidRPr="00922FBA"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30E4C739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3BBA162" w14:textId="77777777" w:rsidR="00716678" w:rsidRDefault="00716678" w:rsidP="00716678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602B17F9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716678" w14:paraId="22F83D9C" w14:textId="77777777" w:rsidTr="00716678">
                        <w:trPr>
                          <w:cantSplit/>
                          <w:trHeight w:val="1264"/>
                          <w:jc w:val="center"/>
                        </w:trPr>
                        <w:tc>
                          <w:tcPr>
                            <w:tcW w:w="817" w:type="dxa"/>
                            <w:shd w:val="clear" w:color="auto" w:fill="B8CCE4" w:themeFill="accent1" w:themeFillTint="66"/>
                            <w:textDirection w:val="btLr"/>
                            <w:vAlign w:val="center"/>
                          </w:tcPr>
                          <w:p w14:paraId="6B09D302" w14:textId="77777777" w:rsidR="00716678" w:rsidRPr="0074205B" w:rsidRDefault="00716678" w:rsidP="00CD7F99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843" w:type="dxa"/>
                            <w:gridSpan w:val="2"/>
                            <w:shd w:val="clear" w:color="auto" w:fill="95B3D7" w:themeFill="accent1" w:themeFillTint="99"/>
                          </w:tcPr>
                          <w:p w14:paraId="72F0F354" w14:textId="77777777" w:rsidR="00716678" w:rsidRPr="0074205B" w:rsidRDefault="00716678" w:rsidP="00A30B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Your response shows a clear understanding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of  how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your artwork works visually and </w:t>
                            </w:r>
                            <w:r w:rsidRPr="00A30BC1">
                              <w:rPr>
                                <w:b/>
                                <w:sz w:val="16"/>
                                <w:szCs w:val="16"/>
                              </w:rPr>
                              <w:t>how it fits in with the theme of the project.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20B3C43F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B7C5990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5C84B763" w14:textId="77777777" w:rsidR="00716678" w:rsidRDefault="00716678" w:rsidP="00716678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6A7C3524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A0FA0A9" w14:textId="77777777" w:rsidR="00716678" w:rsidRDefault="00716678" w:rsidP="00716678">
                            <w:pPr>
                              <w:jc w:val="center"/>
                            </w:pPr>
                            <w:r w:rsidRPr="00BC0E31">
                              <w:t>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4935388" w14:textId="77777777" w:rsidR="00716678" w:rsidRDefault="00716678" w:rsidP="00CD7F99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c>
                      </w:tr>
                      <w:tr w:rsidR="00716678" w14:paraId="2BD720F7" w14:textId="77777777" w:rsidTr="00716678">
                        <w:trPr>
                          <w:cantSplit/>
                          <w:trHeight w:val="1264"/>
                          <w:jc w:val="center"/>
                        </w:trPr>
                        <w:tc>
                          <w:tcPr>
                            <w:tcW w:w="1176" w:type="dxa"/>
                            <w:gridSpan w:val="2"/>
                            <w:shd w:val="clear" w:color="auto" w:fill="D9D9D9" w:themeFill="background1" w:themeFillShade="D9"/>
                            <w:vAlign w:val="center"/>
                          </w:tcPr>
                          <w:p w14:paraId="28603BCD" w14:textId="77777777" w:rsidR="00716678" w:rsidRPr="00716678" w:rsidRDefault="00716678" w:rsidP="007166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What does it mean to </w:t>
                            </w:r>
                            <w:proofErr w:type="gramStart"/>
                            <w:r w:rsidRPr="00716678">
                              <w:rPr>
                                <w:sz w:val="16"/>
                                <w:szCs w:val="16"/>
                              </w:rPr>
                              <w:t>have ...</w:t>
                            </w:r>
                            <w:proofErr w:type="gramEnd"/>
                          </w:p>
                          <w:p w14:paraId="0EE2EECF" w14:textId="77777777" w:rsidR="00716678" w:rsidRPr="00716678" w:rsidRDefault="00716678" w:rsidP="007166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412" w:type="dxa"/>
                            <w:gridSpan w:val="7"/>
                            <w:shd w:val="clear" w:color="auto" w:fill="D9D9D9" w:themeFill="background1" w:themeFillShade="D9"/>
                          </w:tcPr>
                          <w:p w14:paraId="32F02BAE" w14:textId="77777777" w:rsidR="00716678" w:rsidRPr="00716678" w:rsidRDefault="00716678" w:rsidP="00280CD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2C879B1" w14:textId="77777777" w:rsidR="00716678" w:rsidRPr="00716678" w:rsidRDefault="00716678" w:rsidP="00280C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integrated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this habit = 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>effective, assured, accomplished, challenges and extends personal boundaries</w:t>
                            </w:r>
                          </w:p>
                          <w:p w14:paraId="1FF16015" w14:textId="77777777" w:rsidR="00716678" w:rsidRPr="00716678" w:rsidRDefault="00716678" w:rsidP="00280C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fully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demonstrated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= thoughtful, informed, confident, displays self-directed and independent judgment</w:t>
                            </w:r>
                          </w:p>
                          <w:p w14:paraId="09FFC4DF" w14:textId="77777777" w:rsidR="00716678" w:rsidRPr="00716678" w:rsidRDefault="00716678" w:rsidP="00280CD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mostly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demonstrated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= emerging, increasingly, shows some self direction</w:t>
                            </w:r>
                          </w:p>
                          <w:p w14:paraId="34305E2D" w14:textId="77777777" w:rsidR="00716678" w:rsidRPr="00716678" w:rsidRDefault="00716678" w:rsidP="0071667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partially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demonstrated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= </w:t>
                            </w:r>
                            <w:r w:rsidR="00575221">
                              <w:rPr>
                                <w:sz w:val="16"/>
                                <w:szCs w:val="16"/>
                              </w:rPr>
                              <w:t>somewhat,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developing, </w:t>
                            </w:r>
                            <w:r w:rsidR="00575221">
                              <w:rPr>
                                <w:sz w:val="16"/>
                                <w:szCs w:val="16"/>
                              </w:rPr>
                              <w:t>occasionally shows</w:t>
                            </w:r>
                          </w:p>
                          <w:p w14:paraId="3E99C2E8" w14:textId="77777777" w:rsidR="00716678" w:rsidRPr="00716678" w:rsidRDefault="00716678" w:rsidP="005752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>just</w:t>
                            </w:r>
                            <w:proofErr w:type="gramEnd"/>
                            <w:r w:rsidRPr="00716678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beginning to demonstrate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= attempts, some, unresolved, </w:t>
                            </w:r>
                            <w:r w:rsidR="00575221">
                              <w:rPr>
                                <w:sz w:val="16"/>
                                <w:szCs w:val="16"/>
                              </w:rPr>
                              <w:t>starting</w:t>
                            </w:r>
                            <w:r w:rsidRPr="00716678">
                              <w:rPr>
                                <w:sz w:val="16"/>
                                <w:szCs w:val="16"/>
                              </w:rPr>
                              <w:t xml:space="preserve"> to show</w:t>
                            </w:r>
                          </w:p>
                        </w:tc>
                      </w:tr>
                    </w:tbl>
                    <w:p w14:paraId="77185FAC" w14:textId="77777777" w:rsidR="00146D12" w:rsidRDefault="00146D12" w:rsidP="00CD7F99"/>
                  </w:txbxContent>
                </v:textbox>
              </v:shape>
            </w:pict>
          </mc:Fallback>
        </mc:AlternateContent>
      </w:r>
    </w:p>
    <w:p w14:paraId="3FAA213A" w14:textId="77777777" w:rsidR="00617245" w:rsidRDefault="00617245"/>
    <w:p w14:paraId="7CC99432" w14:textId="77777777" w:rsidR="00617245" w:rsidRDefault="00617245"/>
    <w:p w14:paraId="5C47321B" w14:textId="77777777" w:rsidR="00617245" w:rsidRDefault="00617245"/>
    <w:p w14:paraId="325A1E09" w14:textId="77777777" w:rsidR="00617245" w:rsidRDefault="00617245"/>
    <w:p w14:paraId="463F0C25" w14:textId="77777777" w:rsidR="00617245" w:rsidRDefault="00617245"/>
    <w:p w14:paraId="7BC1CF37" w14:textId="77777777" w:rsidR="00617245" w:rsidRDefault="00617245"/>
    <w:p w14:paraId="553760C6" w14:textId="77777777" w:rsidR="00617245" w:rsidRDefault="00617245"/>
    <w:p w14:paraId="48886611" w14:textId="77777777" w:rsidR="00617245" w:rsidRDefault="00617245"/>
    <w:p w14:paraId="33C087B9" w14:textId="77777777" w:rsidR="00617245" w:rsidRDefault="00617245"/>
    <w:p w14:paraId="7C238D1C" w14:textId="77777777" w:rsidR="00617245" w:rsidRDefault="00617245"/>
    <w:p w14:paraId="7AE96141" w14:textId="77777777" w:rsidR="00617245" w:rsidRDefault="00617245"/>
    <w:p w14:paraId="66450501" w14:textId="77777777" w:rsidR="00617245" w:rsidRDefault="00617245"/>
    <w:p w14:paraId="00DDE417" w14:textId="77777777" w:rsidR="00617245" w:rsidRDefault="00617245"/>
    <w:p w14:paraId="5B83E8F9" w14:textId="77777777" w:rsidR="00617245" w:rsidRDefault="00617245"/>
    <w:p w14:paraId="6E8D6F26" w14:textId="77777777" w:rsidR="00617245" w:rsidRDefault="00617245"/>
    <w:p w14:paraId="42EDF02D" w14:textId="77777777" w:rsidR="00617245" w:rsidRDefault="00617245"/>
    <w:p w14:paraId="3D23D36D" w14:textId="77777777" w:rsidR="00617245" w:rsidRDefault="00617245"/>
    <w:p w14:paraId="2272D7B6" w14:textId="77777777" w:rsidR="00617245" w:rsidRDefault="00617245"/>
    <w:p w14:paraId="2ACA362A" w14:textId="77777777" w:rsidR="00617245" w:rsidRDefault="00617245"/>
    <w:p w14:paraId="2A8CA2F4" w14:textId="77777777" w:rsidR="00617245" w:rsidRDefault="00617245"/>
    <w:p w14:paraId="70543F3B" w14:textId="77777777" w:rsidR="00617245" w:rsidRDefault="00617245"/>
    <w:p w14:paraId="6B0ABD68" w14:textId="77777777" w:rsidR="00617245" w:rsidRDefault="00617245"/>
    <w:p w14:paraId="16112C1B" w14:textId="77777777" w:rsidR="00617245" w:rsidRDefault="00617245"/>
    <w:p w14:paraId="2BD5BBE3" w14:textId="77777777" w:rsidR="00617245" w:rsidRDefault="00617245"/>
    <w:p w14:paraId="4195B028" w14:textId="77777777" w:rsidR="00617245" w:rsidRDefault="00617245"/>
    <w:p w14:paraId="2693CD51" w14:textId="77777777" w:rsidR="00617245" w:rsidRDefault="00617245"/>
    <w:p w14:paraId="0F386DA7" w14:textId="77777777" w:rsidR="00892AEE" w:rsidRPr="007734AF" w:rsidRDefault="00892AEE" w:rsidP="00892AEE">
      <w:pPr>
        <w:rPr>
          <w:b/>
          <w:sz w:val="20"/>
          <w:szCs w:val="20"/>
        </w:rPr>
      </w:pPr>
      <w:r w:rsidRPr="007734AF">
        <w:rPr>
          <w:b/>
          <w:sz w:val="20"/>
          <w:szCs w:val="20"/>
        </w:rPr>
        <w:lastRenderedPageBreak/>
        <w:t xml:space="preserve">Objective – Paint a self </w:t>
      </w:r>
      <w:r>
        <w:rPr>
          <w:b/>
          <w:sz w:val="20"/>
          <w:szCs w:val="20"/>
        </w:rPr>
        <w:t>-</w:t>
      </w:r>
      <w:r w:rsidRPr="007734AF">
        <w:rPr>
          <w:b/>
          <w:sz w:val="20"/>
          <w:szCs w:val="20"/>
        </w:rPr>
        <w:t xml:space="preserve">portrait, </w:t>
      </w:r>
      <w:r w:rsidRPr="007734AF">
        <w:rPr>
          <w:b/>
          <w:color w:val="0000FF"/>
          <w:sz w:val="20"/>
          <w:szCs w:val="20"/>
        </w:rPr>
        <w:t>using traditional painting techniques</w:t>
      </w:r>
      <w:r w:rsidRPr="007734AF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 xml:space="preserve">and </w:t>
      </w:r>
      <w:r w:rsidRPr="007734AF">
        <w:rPr>
          <w:b/>
          <w:color w:val="800000"/>
          <w:sz w:val="20"/>
          <w:szCs w:val="20"/>
        </w:rPr>
        <w:t>using a traditional Renaissance pose</w:t>
      </w:r>
      <w:r>
        <w:rPr>
          <w:b/>
          <w:sz w:val="20"/>
          <w:szCs w:val="20"/>
        </w:rPr>
        <w:t xml:space="preserve">, </w:t>
      </w:r>
      <w:r w:rsidRPr="007734AF">
        <w:rPr>
          <w:b/>
          <w:sz w:val="20"/>
          <w:szCs w:val="20"/>
        </w:rPr>
        <w:t>that shows us something about your values, beliefs and time in which you live.</w:t>
      </w:r>
    </w:p>
    <w:p w14:paraId="02D34F40" w14:textId="77777777" w:rsidR="00892AEE" w:rsidRDefault="00892AEE" w:rsidP="00892AEE">
      <w:pPr>
        <w:rPr>
          <w:b/>
          <w:sz w:val="20"/>
          <w:szCs w:val="20"/>
        </w:rPr>
      </w:pPr>
    </w:p>
    <w:p w14:paraId="7F940AD6" w14:textId="77777777" w:rsidR="00892AEE" w:rsidRPr="007734AF" w:rsidRDefault="00892AEE" w:rsidP="00892AEE">
      <w:pPr>
        <w:rPr>
          <w:b/>
          <w:sz w:val="20"/>
          <w:szCs w:val="20"/>
        </w:rPr>
      </w:pPr>
      <w:bookmarkStart w:id="0" w:name="_GoBack"/>
      <w:bookmarkEnd w:id="0"/>
      <w:r w:rsidRPr="007734AF">
        <w:rPr>
          <w:b/>
          <w:sz w:val="20"/>
          <w:szCs w:val="20"/>
        </w:rPr>
        <w:t>Studio Preparation</w:t>
      </w:r>
    </w:p>
    <w:p w14:paraId="6D70A39C" w14:textId="77777777" w:rsidR="00892AEE" w:rsidRPr="007734AF" w:rsidRDefault="00892AEE" w:rsidP="00892AEE">
      <w:pPr>
        <w:rPr>
          <w:sz w:val="20"/>
          <w:szCs w:val="20"/>
        </w:rPr>
      </w:pPr>
    </w:p>
    <w:p w14:paraId="15418FC9" w14:textId="77777777" w:rsidR="00892AEE" w:rsidRPr="007734AF" w:rsidRDefault="00892AEE" w:rsidP="00892AEE">
      <w:pPr>
        <w:rPr>
          <w:sz w:val="20"/>
          <w:szCs w:val="20"/>
        </w:rPr>
      </w:pPr>
      <w:r w:rsidRPr="007734AF">
        <w:rPr>
          <w:sz w:val="20"/>
          <w:szCs w:val="20"/>
        </w:rPr>
        <w:t xml:space="preserve">Step1 – Make at least </w:t>
      </w:r>
      <w:r>
        <w:rPr>
          <w:sz w:val="20"/>
          <w:szCs w:val="20"/>
        </w:rPr>
        <w:t>3</w:t>
      </w:r>
      <w:r w:rsidRPr="007734AF">
        <w:rPr>
          <w:sz w:val="20"/>
          <w:szCs w:val="20"/>
        </w:rPr>
        <w:t xml:space="preserve"> compositional studies for your portrait that show the elements you want to include.</w:t>
      </w:r>
    </w:p>
    <w:p w14:paraId="0F35CC18" w14:textId="77777777" w:rsidR="00892AEE" w:rsidRPr="007734AF" w:rsidRDefault="00892AEE" w:rsidP="00892AEE">
      <w:pPr>
        <w:rPr>
          <w:sz w:val="20"/>
          <w:szCs w:val="20"/>
        </w:rPr>
      </w:pPr>
    </w:p>
    <w:p w14:paraId="1DE35F6E" w14:textId="77777777" w:rsidR="00892AEE" w:rsidRPr="007734AF" w:rsidRDefault="00892AEE" w:rsidP="00892AEE">
      <w:pPr>
        <w:rPr>
          <w:sz w:val="20"/>
          <w:szCs w:val="20"/>
        </w:rPr>
      </w:pPr>
      <w:r>
        <w:rPr>
          <w:sz w:val="20"/>
          <w:szCs w:val="20"/>
        </w:rPr>
        <w:t>Step 2 – Choose and refine you</w:t>
      </w:r>
      <w:r w:rsidRPr="007734AF">
        <w:rPr>
          <w:sz w:val="20"/>
          <w:szCs w:val="20"/>
        </w:rPr>
        <w:t>r final composition – using colored pencils make a color study.</w:t>
      </w:r>
    </w:p>
    <w:p w14:paraId="36D0C6F8" w14:textId="77777777" w:rsidR="00892AEE" w:rsidRDefault="00892AEE" w:rsidP="00892AEE">
      <w:pPr>
        <w:rPr>
          <w:sz w:val="20"/>
          <w:szCs w:val="20"/>
        </w:rPr>
      </w:pPr>
    </w:p>
    <w:p w14:paraId="026DE0EE" w14:textId="77777777" w:rsidR="00892AEE" w:rsidRPr="007734AF" w:rsidRDefault="00892AEE" w:rsidP="00892AEE">
      <w:pPr>
        <w:rPr>
          <w:b/>
          <w:sz w:val="20"/>
          <w:szCs w:val="20"/>
        </w:rPr>
      </w:pPr>
      <w:r w:rsidRPr="007734AF">
        <w:rPr>
          <w:b/>
          <w:sz w:val="20"/>
          <w:szCs w:val="20"/>
        </w:rPr>
        <w:t>Studio Application</w:t>
      </w:r>
    </w:p>
    <w:p w14:paraId="4C5AACDA" w14:textId="77777777" w:rsidR="00892AEE" w:rsidRPr="007734AF" w:rsidRDefault="00892AEE" w:rsidP="00892AEE">
      <w:pPr>
        <w:rPr>
          <w:sz w:val="20"/>
          <w:szCs w:val="20"/>
        </w:rPr>
      </w:pPr>
    </w:p>
    <w:p w14:paraId="4DA60F59" w14:textId="77777777" w:rsidR="00892AEE" w:rsidRPr="007734AF" w:rsidRDefault="00892AEE" w:rsidP="00892AEE">
      <w:pPr>
        <w:rPr>
          <w:color w:val="660066"/>
          <w:sz w:val="20"/>
          <w:szCs w:val="20"/>
        </w:rPr>
      </w:pPr>
      <w:r w:rsidRPr="007734AF">
        <w:rPr>
          <w:sz w:val="20"/>
          <w:szCs w:val="20"/>
        </w:rPr>
        <w:t xml:space="preserve">Using a canvas and acrylic paint make your portrait.  </w:t>
      </w:r>
      <w:r w:rsidRPr="007734AF">
        <w:rPr>
          <w:color w:val="660066"/>
          <w:sz w:val="20"/>
          <w:szCs w:val="20"/>
        </w:rPr>
        <w:t>Make sure that you use the painting techniques that we learned.</w:t>
      </w:r>
    </w:p>
    <w:p w14:paraId="76A7A63D" w14:textId="77777777" w:rsidR="00515CC0" w:rsidRDefault="00515CC0"/>
    <w:sectPr w:rsidR="00515CC0" w:rsidSect="005123BC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F418C6" w14:textId="77777777" w:rsidR="00617245" w:rsidRDefault="00617245" w:rsidP="00617245">
      <w:pPr>
        <w:spacing w:after="0"/>
      </w:pPr>
      <w:r>
        <w:separator/>
      </w:r>
    </w:p>
  </w:endnote>
  <w:endnote w:type="continuationSeparator" w:id="0">
    <w:p w14:paraId="6374A9DC" w14:textId="77777777" w:rsidR="00617245" w:rsidRDefault="00617245" w:rsidP="006172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D83A5" w14:textId="77777777" w:rsidR="00617245" w:rsidRDefault="00617245" w:rsidP="00617245">
      <w:pPr>
        <w:spacing w:after="0"/>
      </w:pPr>
      <w:r>
        <w:separator/>
      </w:r>
    </w:p>
  </w:footnote>
  <w:footnote w:type="continuationSeparator" w:id="0">
    <w:p w14:paraId="01F75C1C" w14:textId="77777777" w:rsidR="00617245" w:rsidRDefault="00617245" w:rsidP="006172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21B95" w14:textId="77777777" w:rsidR="00617245" w:rsidRDefault="00617245">
    <w:pPr>
      <w:pStyle w:val="Header"/>
    </w:pPr>
    <w:r>
      <w:t>SAE - Portraits and Culture - Studio Application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245"/>
    <w:rsid w:val="00146D12"/>
    <w:rsid w:val="002968E3"/>
    <w:rsid w:val="002A631E"/>
    <w:rsid w:val="002C2823"/>
    <w:rsid w:val="004271B1"/>
    <w:rsid w:val="004351AF"/>
    <w:rsid w:val="005123BC"/>
    <w:rsid w:val="00515CC0"/>
    <w:rsid w:val="00575221"/>
    <w:rsid w:val="00617245"/>
    <w:rsid w:val="006A682B"/>
    <w:rsid w:val="00716678"/>
    <w:rsid w:val="00857B96"/>
    <w:rsid w:val="00892AEE"/>
    <w:rsid w:val="00A30BC1"/>
    <w:rsid w:val="00AD16B1"/>
    <w:rsid w:val="00CD7F99"/>
    <w:rsid w:val="00D3221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B22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9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724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17245"/>
  </w:style>
  <w:style w:type="paragraph" w:styleId="Footer">
    <w:name w:val="footer"/>
    <w:basedOn w:val="Normal"/>
    <w:link w:val="FooterChar"/>
    <w:uiPriority w:val="99"/>
    <w:unhideWhenUsed/>
    <w:rsid w:val="0061724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724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9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724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17245"/>
  </w:style>
  <w:style w:type="paragraph" w:styleId="Footer">
    <w:name w:val="footer"/>
    <w:basedOn w:val="Normal"/>
    <w:link w:val="FooterChar"/>
    <w:uiPriority w:val="99"/>
    <w:unhideWhenUsed/>
    <w:rsid w:val="0061724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17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%20rubrics:2016%20SPA%20rubric%20final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 SPA rubric final .dotx</Template>
  <TotalTime>7</TotalTime>
  <Pages>2</Pages>
  <Words>87</Words>
  <Characters>501</Characters>
  <Application>Microsoft Macintosh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cp:lastPrinted>2015-08-02T05:44:00Z</cp:lastPrinted>
  <dcterms:created xsi:type="dcterms:W3CDTF">2015-08-27T00:38:00Z</dcterms:created>
  <dcterms:modified xsi:type="dcterms:W3CDTF">2015-08-27T00:46:00Z</dcterms:modified>
</cp:coreProperties>
</file>